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22BB0" w14:textId="3B14018B" w:rsidR="008157AC" w:rsidRPr="003B281F" w:rsidRDefault="00BE550C">
      <w:pPr>
        <w:rPr>
          <w:sz w:val="22"/>
        </w:rPr>
      </w:pPr>
      <w:r>
        <w:rPr>
          <w:rFonts w:hint="eastAsia"/>
          <w:sz w:val="22"/>
        </w:rPr>
        <w:t>【</w:t>
      </w:r>
      <w:r w:rsidR="004A521E" w:rsidRPr="003B281F">
        <w:rPr>
          <w:rFonts w:hint="eastAsia"/>
          <w:sz w:val="22"/>
        </w:rPr>
        <w:t>様式</w:t>
      </w:r>
      <w:r w:rsidR="000F0834">
        <w:rPr>
          <w:rFonts w:hint="eastAsia"/>
          <w:sz w:val="22"/>
        </w:rPr>
        <w:t>１</w:t>
      </w:r>
      <w:r>
        <w:rPr>
          <w:rFonts w:hint="eastAsia"/>
          <w:sz w:val="22"/>
        </w:rPr>
        <w:t>】</w:t>
      </w:r>
    </w:p>
    <w:p w14:paraId="4D22CBE3" w14:textId="77777777" w:rsidR="004A521E" w:rsidRPr="003B281F" w:rsidRDefault="004A521E">
      <w:pPr>
        <w:rPr>
          <w:sz w:val="22"/>
        </w:rPr>
      </w:pPr>
    </w:p>
    <w:p w14:paraId="4AF4B235" w14:textId="77777777" w:rsidR="003B281F" w:rsidRPr="003B281F" w:rsidRDefault="00D801DC" w:rsidP="003B281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43DDE">
        <w:rPr>
          <w:rFonts w:hint="eastAsia"/>
          <w:sz w:val="22"/>
        </w:rPr>
        <w:t xml:space="preserve">　</w:t>
      </w:r>
      <w:r w:rsidR="00155E0A">
        <w:rPr>
          <w:rFonts w:hint="eastAsia"/>
          <w:sz w:val="22"/>
        </w:rPr>
        <w:t xml:space="preserve">　　</w:t>
      </w:r>
      <w:r w:rsidR="003B281F" w:rsidRPr="003B281F">
        <w:rPr>
          <w:rFonts w:hint="eastAsia"/>
          <w:sz w:val="22"/>
        </w:rPr>
        <w:t>年</w:t>
      </w:r>
      <w:r w:rsidR="00155E0A">
        <w:rPr>
          <w:rFonts w:hint="eastAsia"/>
          <w:sz w:val="22"/>
        </w:rPr>
        <w:t xml:space="preserve">　　</w:t>
      </w:r>
      <w:r w:rsidR="003B281F" w:rsidRPr="003B281F">
        <w:rPr>
          <w:rFonts w:hint="eastAsia"/>
          <w:sz w:val="22"/>
        </w:rPr>
        <w:t>月</w:t>
      </w:r>
      <w:r w:rsidR="00155E0A">
        <w:rPr>
          <w:rFonts w:hint="eastAsia"/>
          <w:sz w:val="22"/>
        </w:rPr>
        <w:t xml:space="preserve">　　</w:t>
      </w:r>
      <w:r w:rsidR="003B281F" w:rsidRPr="003B281F">
        <w:rPr>
          <w:rFonts w:hint="eastAsia"/>
          <w:sz w:val="22"/>
        </w:rPr>
        <w:t>日</w:t>
      </w:r>
    </w:p>
    <w:p w14:paraId="286586ED" w14:textId="77777777" w:rsidR="003B281F" w:rsidRPr="003B281F" w:rsidRDefault="003B281F">
      <w:pPr>
        <w:rPr>
          <w:sz w:val="22"/>
        </w:rPr>
      </w:pPr>
    </w:p>
    <w:p w14:paraId="59F60C9C" w14:textId="77777777" w:rsidR="003B281F" w:rsidRPr="003B281F" w:rsidRDefault="003B281F">
      <w:pPr>
        <w:rPr>
          <w:sz w:val="22"/>
        </w:rPr>
      </w:pPr>
    </w:p>
    <w:p w14:paraId="4F4EA6B2" w14:textId="610595D8" w:rsidR="003B281F" w:rsidRPr="003B281F" w:rsidRDefault="004452BB">
      <w:pPr>
        <w:rPr>
          <w:sz w:val="22"/>
        </w:rPr>
      </w:pPr>
      <w:r>
        <w:rPr>
          <w:rFonts w:hint="eastAsia"/>
          <w:sz w:val="22"/>
        </w:rPr>
        <w:t>四万十市教育長</w:t>
      </w:r>
      <w:r w:rsidR="003B281F" w:rsidRPr="003B281F">
        <w:rPr>
          <w:rFonts w:hint="eastAsia"/>
          <w:sz w:val="22"/>
        </w:rPr>
        <w:t xml:space="preserve">　</w:t>
      </w:r>
      <w:r w:rsidR="00B56733">
        <w:rPr>
          <w:rFonts w:hint="eastAsia"/>
          <w:sz w:val="22"/>
        </w:rPr>
        <w:t xml:space="preserve">　</w:t>
      </w:r>
      <w:r w:rsidR="003B281F">
        <w:rPr>
          <w:rFonts w:hint="eastAsia"/>
          <w:sz w:val="22"/>
        </w:rPr>
        <w:t>様</w:t>
      </w:r>
    </w:p>
    <w:p w14:paraId="175DD555" w14:textId="77777777" w:rsidR="003B281F" w:rsidRPr="003B281F" w:rsidRDefault="003B281F">
      <w:pPr>
        <w:rPr>
          <w:sz w:val="22"/>
        </w:rPr>
      </w:pPr>
    </w:p>
    <w:p w14:paraId="05CDC91E" w14:textId="77777777" w:rsidR="003B281F" w:rsidRPr="003B281F" w:rsidRDefault="003B281F">
      <w:pPr>
        <w:rPr>
          <w:sz w:val="22"/>
        </w:rPr>
      </w:pPr>
    </w:p>
    <w:tbl>
      <w:tblPr>
        <w:tblStyle w:val="af1"/>
        <w:tblW w:w="0" w:type="auto"/>
        <w:tblInd w:w="336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34"/>
        <w:gridCol w:w="3121"/>
        <w:gridCol w:w="497"/>
      </w:tblGrid>
      <w:tr w:rsidR="006319F1" w:rsidRPr="00856DDF" w14:paraId="215FD0C7" w14:textId="77777777" w:rsidTr="00551BA4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14:paraId="28C1E566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  <w:r w:rsidRPr="006319F1">
              <w:rPr>
                <w:rFonts w:asciiTheme="minorEastAsia" w:hAnsiTheme="minorEastAsia" w:hint="eastAsia"/>
                <w:spacing w:val="195"/>
                <w:kern w:val="0"/>
                <w:szCs w:val="21"/>
                <w:fitText w:val="1446" w:id="-730626304"/>
              </w:rPr>
              <w:t>所在</w:t>
            </w:r>
            <w:r w:rsidRPr="006319F1">
              <w:rPr>
                <w:rFonts w:asciiTheme="minorEastAsia" w:hAnsiTheme="minorEastAsia" w:hint="eastAsia"/>
                <w:spacing w:val="15"/>
                <w:kern w:val="0"/>
                <w:szCs w:val="21"/>
                <w:fitText w:val="1446" w:id="-730626304"/>
              </w:rPr>
              <w:t>地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A4AAE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319F1" w:rsidRPr="00856DDF" w14:paraId="6660A384" w14:textId="77777777" w:rsidTr="00551BA4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14:paraId="73D9146B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  <w:r w:rsidRPr="006319F1">
              <w:rPr>
                <w:rFonts w:asciiTheme="minorEastAsia" w:hAnsiTheme="minorEastAsia" w:hint="eastAsia"/>
                <w:spacing w:val="15"/>
                <w:kern w:val="0"/>
                <w:szCs w:val="21"/>
                <w:fitText w:val="1446" w:id="-730626303"/>
              </w:rPr>
              <w:t>商号又は名称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13A90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319F1" w:rsidRPr="00856DDF" w14:paraId="0199B5B5" w14:textId="77777777" w:rsidTr="00551BA4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14:paraId="246DECCD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kern w:val="0"/>
                <w:szCs w:val="21"/>
              </w:rPr>
              <w:t>代表者職氏名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232E4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71411" w14:textId="77777777" w:rsidR="006319F1" w:rsidRPr="00856DDF" w:rsidRDefault="006319F1" w:rsidP="00551BA4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㊞</w:t>
            </w:r>
          </w:p>
        </w:tc>
      </w:tr>
    </w:tbl>
    <w:p w14:paraId="38EFACED" w14:textId="77777777" w:rsidR="003B281F" w:rsidRDefault="003B281F"/>
    <w:p w14:paraId="5DC9C1BC" w14:textId="77777777" w:rsidR="004A521E" w:rsidRDefault="004A521E" w:rsidP="004A521E">
      <w:pPr>
        <w:jc w:val="center"/>
        <w:rPr>
          <w:sz w:val="28"/>
          <w:szCs w:val="28"/>
        </w:rPr>
      </w:pPr>
      <w:r w:rsidRPr="004A521E">
        <w:rPr>
          <w:rFonts w:hint="eastAsia"/>
          <w:sz w:val="28"/>
          <w:szCs w:val="28"/>
        </w:rPr>
        <w:t>プロポーザル参加申込書</w:t>
      </w:r>
    </w:p>
    <w:p w14:paraId="201A27A2" w14:textId="77777777" w:rsidR="004A521E" w:rsidRPr="00501632" w:rsidRDefault="004A521E" w:rsidP="004A521E">
      <w:pPr>
        <w:rPr>
          <w:rFonts w:asciiTheme="minorEastAsia" w:hAnsiTheme="minorEastAsia"/>
          <w:sz w:val="22"/>
        </w:rPr>
      </w:pPr>
    </w:p>
    <w:p w14:paraId="266F3FA1" w14:textId="77777777" w:rsidR="004A521E" w:rsidRDefault="004A521E" w:rsidP="004A521E">
      <w:pPr>
        <w:rPr>
          <w:rFonts w:asciiTheme="minorEastAsia" w:hAnsiTheme="minorEastAsia"/>
          <w:sz w:val="22"/>
        </w:rPr>
      </w:pPr>
    </w:p>
    <w:p w14:paraId="41DF0F73" w14:textId="3BB84467" w:rsidR="00D801DC" w:rsidRPr="006231A9" w:rsidRDefault="004A521E" w:rsidP="006231A9">
      <w:pPr>
        <w:jc w:val="left"/>
        <w:rPr>
          <w:rFonts w:asciiTheme="minorEastAsia" w:hAnsiTheme="minorEastAsia"/>
          <w:sz w:val="22"/>
        </w:rPr>
      </w:pPr>
      <w:r w:rsidRPr="006231A9">
        <w:rPr>
          <w:rFonts w:asciiTheme="minorEastAsia" w:hAnsiTheme="minorEastAsia" w:hint="eastAsia"/>
          <w:sz w:val="22"/>
        </w:rPr>
        <w:t xml:space="preserve">　「</w:t>
      </w:r>
      <w:r w:rsidR="004452BB">
        <w:rPr>
          <w:rFonts w:asciiTheme="minorEastAsia" w:hAnsiTheme="minorEastAsia" w:hint="eastAsia"/>
          <w:sz w:val="22"/>
        </w:rPr>
        <w:t>四万十市</w:t>
      </w:r>
      <w:r w:rsidR="000F3355" w:rsidRPr="000F3355">
        <w:rPr>
          <w:rFonts w:ascii="ＭＳ 明朝" w:eastAsia="ＭＳ 明朝" w:hAnsi="ＭＳ 明朝" w:cs="Times New Roman" w:hint="eastAsia"/>
          <w:sz w:val="22"/>
        </w:rPr>
        <w:t>小学校社会科デジタル副読本</w:t>
      </w:r>
      <w:r w:rsidR="004452BB">
        <w:rPr>
          <w:rFonts w:ascii="ＭＳ 明朝" w:eastAsia="ＭＳ 明朝" w:hAnsi="ＭＳ 明朝" w:cs="Times New Roman" w:hint="eastAsia"/>
          <w:sz w:val="22"/>
        </w:rPr>
        <w:t>作成</w:t>
      </w:r>
      <w:r w:rsidR="000F3355" w:rsidRPr="000F3355">
        <w:rPr>
          <w:rFonts w:ascii="ＭＳ 明朝" w:eastAsia="ＭＳ 明朝" w:hAnsi="ＭＳ 明朝" w:cs="Times New Roman" w:hint="eastAsia"/>
          <w:sz w:val="22"/>
        </w:rPr>
        <w:t>業務</w:t>
      </w:r>
      <w:r w:rsidR="00501632" w:rsidRPr="006231A9">
        <w:rPr>
          <w:rFonts w:asciiTheme="minorEastAsia" w:hAnsiTheme="minorEastAsia" w:hint="eastAsia"/>
          <w:sz w:val="22"/>
        </w:rPr>
        <w:t>」に係る</w:t>
      </w:r>
      <w:r w:rsidR="006319F1">
        <w:rPr>
          <w:rFonts w:asciiTheme="minorEastAsia" w:hAnsiTheme="minorEastAsia" w:hint="eastAsia"/>
          <w:sz w:val="22"/>
        </w:rPr>
        <w:t>公募型</w:t>
      </w:r>
      <w:r w:rsidR="00501632" w:rsidRPr="006231A9">
        <w:rPr>
          <w:rFonts w:asciiTheme="minorEastAsia" w:hAnsiTheme="minorEastAsia" w:hint="eastAsia"/>
          <w:sz w:val="22"/>
        </w:rPr>
        <w:t>プロポーザルに</w:t>
      </w:r>
      <w:r w:rsidR="006319F1">
        <w:rPr>
          <w:rFonts w:asciiTheme="minorEastAsia" w:hAnsiTheme="minorEastAsia" w:hint="eastAsia"/>
          <w:sz w:val="22"/>
        </w:rPr>
        <w:t>参加</w:t>
      </w:r>
      <w:r w:rsidR="00501632" w:rsidRPr="006231A9">
        <w:rPr>
          <w:rFonts w:asciiTheme="minorEastAsia" w:hAnsiTheme="minorEastAsia" w:hint="eastAsia"/>
          <w:sz w:val="22"/>
        </w:rPr>
        <w:t>申込みします。</w:t>
      </w:r>
    </w:p>
    <w:p w14:paraId="25608D6A" w14:textId="550DBD25" w:rsidR="004A521E" w:rsidRPr="006231A9" w:rsidRDefault="00501632" w:rsidP="00D801DC">
      <w:pPr>
        <w:ind w:leftChars="100" w:left="210"/>
        <w:rPr>
          <w:rFonts w:asciiTheme="minorEastAsia" w:hAnsiTheme="minorEastAsia"/>
          <w:sz w:val="22"/>
        </w:rPr>
      </w:pPr>
      <w:r w:rsidRPr="006231A9">
        <w:rPr>
          <w:rFonts w:asciiTheme="minorEastAsia" w:hAnsiTheme="minorEastAsia" w:hint="eastAsia"/>
          <w:sz w:val="22"/>
        </w:rPr>
        <w:t>なお、</w:t>
      </w:r>
      <w:r w:rsidR="00CC3A20">
        <w:rPr>
          <w:rFonts w:asciiTheme="minorEastAsia" w:hAnsiTheme="minorEastAsia" w:hint="eastAsia"/>
          <w:sz w:val="22"/>
        </w:rPr>
        <w:t>本</w:t>
      </w:r>
      <w:r w:rsidR="006319F1">
        <w:rPr>
          <w:rFonts w:asciiTheme="minorEastAsia" w:hAnsiTheme="minorEastAsia" w:hint="eastAsia"/>
          <w:sz w:val="22"/>
        </w:rPr>
        <w:t>実施要領の参加資格要件をすべて満たすことを誓約します。</w:t>
      </w:r>
    </w:p>
    <w:p w14:paraId="041DDECC" w14:textId="77777777" w:rsidR="003B281F" w:rsidRDefault="003B281F" w:rsidP="004A521E">
      <w:pPr>
        <w:rPr>
          <w:rFonts w:asciiTheme="minorEastAsia" w:hAnsiTheme="minorEastAsia"/>
          <w:sz w:val="22"/>
        </w:rPr>
      </w:pPr>
    </w:p>
    <w:p w14:paraId="08F8EFEF" w14:textId="77777777" w:rsidR="00222A40" w:rsidRDefault="00501632" w:rsidP="004A521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参加申込者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5193"/>
      </w:tblGrid>
      <w:tr w:rsidR="00222A40" w14:paraId="6F03314A" w14:textId="77777777" w:rsidTr="00E32235">
        <w:tc>
          <w:tcPr>
            <w:tcW w:w="3686" w:type="dxa"/>
          </w:tcPr>
          <w:p w14:paraId="511963AA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5193" w:type="dxa"/>
          </w:tcPr>
          <w:p w14:paraId="5611414E" w14:textId="77777777" w:rsidR="00222A40" w:rsidRDefault="00222A40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886C98F" w14:textId="77777777" w:rsidR="004A521E" w:rsidRDefault="004A521E" w:rsidP="004A521E">
      <w:pPr>
        <w:rPr>
          <w:rFonts w:asciiTheme="minorEastAsia" w:hAnsiTheme="minorEastAsia"/>
          <w:sz w:val="22"/>
        </w:rPr>
      </w:pPr>
    </w:p>
    <w:p w14:paraId="15EF5F86" w14:textId="77777777" w:rsidR="004A521E" w:rsidRDefault="00222A40" w:rsidP="004A521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書類送付及び担当部署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5193"/>
      </w:tblGrid>
      <w:tr w:rsidR="00222A40" w14:paraId="32DBDE3D" w14:textId="77777777" w:rsidTr="009410E5">
        <w:tc>
          <w:tcPr>
            <w:tcW w:w="3686" w:type="dxa"/>
          </w:tcPr>
          <w:p w14:paraId="1B3052BA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担当部署名</w:t>
            </w:r>
          </w:p>
        </w:tc>
        <w:tc>
          <w:tcPr>
            <w:tcW w:w="5193" w:type="dxa"/>
            <w:tcBorders>
              <w:bottom w:val="single" w:sz="4" w:space="0" w:color="auto"/>
            </w:tcBorders>
          </w:tcPr>
          <w:p w14:paraId="27E26225" w14:textId="77777777" w:rsidR="00222A40" w:rsidRDefault="00222A40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55E0A" w14:paraId="4DCB4E96" w14:textId="77777777" w:rsidTr="009410E5">
        <w:trPr>
          <w:trHeight w:val="300"/>
        </w:trPr>
        <w:tc>
          <w:tcPr>
            <w:tcW w:w="3686" w:type="dxa"/>
            <w:vMerge w:val="restart"/>
            <w:vAlign w:val="center"/>
          </w:tcPr>
          <w:p w14:paraId="37E997DD" w14:textId="77777777" w:rsidR="00155E0A" w:rsidRDefault="00155E0A" w:rsidP="000365E3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193" w:type="dxa"/>
            <w:tcBorders>
              <w:bottom w:val="dashSmallGap" w:sz="4" w:space="0" w:color="auto"/>
            </w:tcBorders>
          </w:tcPr>
          <w:p w14:paraId="1773BAA0" w14:textId="77777777" w:rsidR="00155E0A" w:rsidRPr="00155E0A" w:rsidRDefault="00155E0A" w:rsidP="004A521E">
            <w:pPr>
              <w:rPr>
                <w:rFonts w:asciiTheme="minorEastAsia" w:hAnsiTheme="minorEastAsia"/>
                <w:sz w:val="18"/>
                <w:szCs w:val="18"/>
              </w:rPr>
            </w:pPr>
            <w:r w:rsidRPr="00155E0A">
              <w:rPr>
                <w:rFonts w:asciiTheme="minorEastAsia" w:hAnsiTheme="minorEastAsia" w:hint="eastAsia"/>
                <w:sz w:val="18"/>
                <w:szCs w:val="18"/>
              </w:rPr>
              <w:t>（フリガナ）</w:t>
            </w:r>
          </w:p>
        </w:tc>
      </w:tr>
      <w:tr w:rsidR="00155E0A" w14:paraId="5C627229" w14:textId="77777777" w:rsidTr="009410E5">
        <w:trPr>
          <w:trHeight w:val="405"/>
        </w:trPr>
        <w:tc>
          <w:tcPr>
            <w:tcW w:w="3686" w:type="dxa"/>
            <w:vMerge/>
          </w:tcPr>
          <w:p w14:paraId="0B92AEC1" w14:textId="77777777" w:rsidR="00155E0A" w:rsidRDefault="00155E0A" w:rsidP="00155E0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3" w:type="dxa"/>
            <w:tcBorders>
              <w:top w:val="dashSmallGap" w:sz="4" w:space="0" w:color="auto"/>
            </w:tcBorders>
          </w:tcPr>
          <w:p w14:paraId="1546E8EC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22A40" w14:paraId="23A53BD8" w14:textId="77777777" w:rsidTr="00E32235">
        <w:tc>
          <w:tcPr>
            <w:tcW w:w="3686" w:type="dxa"/>
            <w:vAlign w:val="center"/>
          </w:tcPr>
          <w:p w14:paraId="47C27339" w14:textId="77777777" w:rsidR="00222A40" w:rsidRDefault="00222A40" w:rsidP="000365E3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5193" w:type="dxa"/>
          </w:tcPr>
          <w:p w14:paraId="09CB33DE" w14:textId="77777777" w:rsidR="00222A40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　　　－</w:t>
            </w:r>
          </w:p>
          <w:p w14:paraId="53917D2D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</w:p>
          <w:p w14:paraId="0F7C03AA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22A40" w14:paraId="17D6EE5C" w14:textId="77777777" w:rsidTr="00E32235">
        <w:tc>
          <w:tcPr>
            <w:tcW w:w="3686" w:type="dxa"/>
          </w:tcPr>
          <w:p w14:paraId="14F591F5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電話・</w:t>
            </w:r>
            <w:r w:rsidR="00155E0A">
              <w:rPr>
                <w:rFonts w:asciiTheme="minorEastAsia" w:hAnsiTheme="minorEastAsia" w:hint="eastAsia"/>
                <w:sz w:val="22"/>
              </w:rPr>
              <w:t>ＦＡＸ</w:t>
            </w: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5193" w:type="dxa"/>
          </w:tcPr>
          <w:p w14:paraId="2BED183B" w14:textId="77777777" w:rsidR="00222A40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ＴＥＬ　　　　　－　　　－</w:t>
            </w:r>
          </w:p>
          <w:p w14:paraId="41C75A10" w14:textId="77777777" w:rsidR="00155E0A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ＦＡＸ　　　　　－　　　－</w:t>
            </w:r>
          </w:p>
        </w:tc>
      </w:tr>
      <w:tr w:rsidR="00222A40" w14:paraId="29B1A2F1" w14:textId="77777777" w:rsidTr="00E32235">
        <w:tc>
          <w:tcPr>
            <w:tcW w:w="3686" w:type="dxa"/>
          </w:tcPr>
          <w:p w14:paraId="2B82EB08" w14:textId="77777777" w:rsidR="00222A40" w:rsidRDefault="00222A40" w:rsidP="00155E0A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5193" w:type="dxa"/>
          </w:tcPr>
          <w:p w14:paraId="587F60CE" w14:textId="77777777" w:rsidR="00222A40" w:rsidRDefault="00155E0A" w:rsidP="004A521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＠</w:t>
            </w:r>
          </w:p>
        </w:tc>
      </w:tr>
    </w:tbl>
    <w:p w14:paraId="1EC4C4CE" w14:textId="77777777" w:rsidR="00222A40" w:rsidRPr="004A521E" w:rsidRDefault="00F24AE8" w:rsidP="004A521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sectPr w:rsidR="00222A40" w:rsidRPr="004A521E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9C032" w14:textId="77777777" w:rsidR="0031753D" w:rsidRDefault="0031753D" w:rsidP="009410E5">
      <w:r>
        <w:separator/>
      </w:r>
    </w:p>
  </w:endnote>
  <w:endnote w:type="continuationSeparator" w:id="0">
    <w:p w14:paraId="170A92E6" w14:textId="77777777" w:rsidR="0031753D" w:rsidRDefault="0031753D" w:rsidP="0094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D0B9" w14:textId="77777777" w:rsidR="0031753D" w:rsidRDefault="0031753D" w:rsidP="009410E5">
      <w:r>
        <w:separator/>
      </w:r>
    </w:p>
  </w:footnote>
  <w:footnote w:type="continuationSeparator" w:id="0">
    <w:p w14:paraId="4EF2D090" w14:textId="77777777" w:rsidR="0031753D" w:rsidRDefault="0031753D" w:rsidP="00941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21E"/>
    <w:rsid w:val="000365E3"/>
    <w:rsid w:val="00043DDE"/>
    <w:rsid w:val="000F0834"/>
    <w:rsid w:val="000F3355"/>
    <w:rsid w:val="00155E0A"/>
    <w:rsid w:val="001B04B4"/>
    <w:rsid w:val="001B5429"/>
    <w:rsid w:val="00222A40"/>
    <w:rsid w:val="002C6F0C"/>
    <w:rsid w:val="0031753D"/>
    <w:rsid w:val="003B281F"/>
    <w:rsid w:val="004452BB"/>
    <w:rsid w:val="004A521E"/>
    <w:rsid w:val="004F0C1B"/>
    <w:rsid w:val="00501632"/>
    <w:rsid w:val="00622101"/>
    <w:rsid w:val="006231A9"/>
    <w:rsid w:val="006319F1"/>
    <w:rsid w:val="007244AD"/>
    <w:rsid w:val="0072491D"/>
    <w:rsid w:val="008157AC"/>
    <w:rsid w:val="009410E5"/>
    <w:rsid w:val="009D3040"/>
    <w:rsid w:val="00AA3729"/>
    <w:rsid w:val="00B56733"/>
    <w:rsid w:val="00BE550C"/>
    <w:rsid w:val="00C4723B"/>
    <w:rsid w:val="00C60C9F"/>
    <w:rsid w:val="00CC0C85"/>
    <w:rsid w:val="00CC3A20"/>
    <w:rsid w:val="00D431EA"/>
    <w:rsid w:val="00D801DC"/>
    <w:rsid w:val="00E32235"/>
    <w:rsid w:val="00F24AE8"/>
    <w:rsid w:val="00F8558D"/>
    <w:rsid w:val="00FB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DECB4D"/>
  <w15:docId w15:val="{8EEEDAC4-C74D-4B6F-9850-90A6BFBD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unhideWhenUsed/>
    <w:rsid w:val="00222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9410E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9410E5"/>
  </w:style>
  <w:style w:type="paragraph" w:styleId="af4">
    <w:name w:val="footer"/>
    <w:basedOn w:val="a"/>
    <w:link w:val="af5"/>
    <w:uiPriority w:val="99"/>
    <w:unhideWhenUsed/>
    <w:rsid w:val="009410E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941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80shintaro\Downloads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Downloads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中谷 友香</dc:creator>
  <cp:lastModifiedBy>school</cp:lastModifiedBy>
  <cp:revision>6</cp:revision>
  <cp:lastPrinted>2025-04-14T06:44:00Z</cp:lastPrinted>
  <dcterms:created xsi:type="dcterms:W3CDTF">2025-04-14T04:11:00Z</dcterms:created>
  <dcterms:modified xsi:type="dcterms:W3CDTF">2025-04-14T06:44:00Z</dcterms:modified>
</cp:coreProperties>
</file>